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8F" w:rsidRDefault="00D34479">
      <w:pPr>
        <w:rPr>
          <w:sz w:val="36"/>
          <w:szCs w:val="36"/>
        </w:rPr>
      </w:pPr>
      <w:r>
        <w:rPr>
          <w:sz w:val="36"/>
          <w:szCs w:val="36"/>
        </w:rPr>
        <w:t xml:space="preserve">Ch.7 Assessment - Create a quiz </w:t>
      </w:r>
    </w:p>
    <w:p w:rsidR="000C10C5" w:rsidRPr="000C10C5" w:rsidRDefault="000C10C5" w:rsidP="000C10C5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0C10C5">
        <w:rPr>
          <w:b/>
          <w:sz w:val="36"/>
          <w:szCs w:val="36"/>
        </w:rPr>
        <w:t xml:space="preserve"> Format: </w:t>
      </w:r>
      <w:bookmarkStart w:id="0" w:name="_GoBack"/>
      <w:bookmarkEnd w:id="0"/>
    </w:p>
    <w:p w:rsidR="000C10C5" w:rsidRDefault="000C10C5">
      <w:pPr>
        <w:rPr>
          <w:sz w:val="36"/>
          <w:szCs w:val="36"/>
        </w:rPr>
      </w:pPr>
      <w:r>
        <w:rPr>
          <w:sz w:val="36"/>
          <w:szCs w:val="36"/>
        </w:rPr>
        <w:t xml:space="preserve">Multiple Choice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T/F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Word Bank</w:t>
      </w:r>
    </w:p>
    <w:p w:rsidR="000C10C5" w:rsidRPr="000C10C5" w:rsidRDefault="000C10C5" w:rsidP="000C10C5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0C10C5">
        <w:rPr>
          <w:b/>
          <w:sz w:val="36"/>
          <w:szCs w:val="36"/>
        </w:rPr>
        <w:t xml:space="preserve">Topic areas (with </w:t>
      </w:r>
      <w:r w:rsidR="00F362E2">
        <w:rPr>
          <w:b/>
          <w:sz w:val="36"/>
          <w:szCs w:val="36"/>
        </w:rPr>
        <w:t xml:space="preserve">test </w:t>
      </w:r>
      <w:r w:rsidRPr="000C10C5">
        <w:rPr>
          <w:b/>
          <w:sz w:val="36"/>
          <w:szCs w:val="36"/>
        </w:rPr>
        <w:t>information from each):</w:t>
      </w:r>
    </w:p>
    <w:p w:rsidR="00F362E2" w:rsidRDefault="00F362E2">
      <w:pPr>
        <w:rPr>
          <w:sz w:val="36"/>
          <w:szCs w:val="36"/>
        </w:rPr>
      </w:pPr>
      <w:r>
        <w:rPr>
          <w:sz w:val="36"/>
          <w:szCs w:val="36"/>
        </w:rPr>
        <w:t>Kinds of Memory</w:t>
      </w:r>
    </w:p>
    <w:p w:rsidR="00F362E2" w:rsidRDefault="00F362E2">
      <w:pPr>
        <w:rPr>
          <w:sz w:val="36"/>
          <w:szCs w:val="36"/>
        </w:rPr>
      </w:pPr>
      <w:r>
        <w:rPr>
          <w:sz w:val="36"/>
          <w:szCs w:val="36"/>
        </w:rPr>
        <w:t>Processes of Memory</w:t>
      </w:r>
    </w:p>
    <w:p w:rsidR="00F362E2" w:rsidRDefault="00F362E2">
      <w:pPr>
        <w:rPr>
          <w:sz w:val="36"/>
          <w:szCs w:val="36"/>
        </w:rPr>
      </w:pPr>
      <w:r>
        <w:rPr>
          <w:sz w:val="36"/>
          <w:szCs w:val="36"/>
        </w:rPr>
        <w:t>Stages of Memory</w:t>
      </w:r>
    </w:p>
    <w:p w:rsidR="000C10C5" w:rsidRPr="00F362E2" w:rsidRDefault="000C10C5">
      <w:pPr>
        <w:rPr>
          <w:sz w:val="32"/>
          <w:szCs w:val="32"/>
        </w:rPr>
      </w:pPr>
      <w:r w:rsidRPr="00F362E2">
        <w:rPr>
          <w:sz w:val="32"/>
          <w:szCs w:val="32"/>
        </w:rPr>
        <w:t xml:space="preserve">Basic Memory Tasks </w:t>
      </w:r>
      <w:r w:rsidR="00F362E2" w:rsidRPr="00F362E2">
        <w:rPr>
          <w:sz w:val="32"/>
          <w:szCs w:val="32"/>
        </w:rPr>
        <w:t xml:space="preserve">/ </w:t>
      </w:r>
      <w:r w:rsidRPr="00F362E2">
        <w:rPr>
          <w:sz w:val="32"/>
          <w:szCs w:val="32"/>
        </w:rPr>
        <w:t>Different Kinds of Memory</w:t>
      </w:r>
      <w:r w:rsidR="00F362E2" w:rsidRPr="00F362E2">
        <w:rPr>
          <w:sz w:val="32"/>
          <w:szCs w:val="32"/>
        </w:rPr>
        <w:t xml:space="preserve"> / </w:t>
      </w:r>
      <w:r w:rsidRPr="00F362E2">
        <w:rPr>
          <w:sz w:val="32"/>
          <w:szCs w:val="32"/>
        </w:rPr>
        <w:t>Improving Memory</w:t>
      </w:r>
    </w:p>
    <w:p w:rsidR="000C10C5" w:rsidRPr="000C10C5" w:rsidRDefault="00F362E2" w:rsidP="000C10C5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3</w:t>
      </w:r>
      <w:r w:rsidR="000C10C5" w:rsidRPr="000C10C5">
        <w:rPr>
          <w:b/>
          <w:sz w:val="36"/>
          <w:szCs w:val="36"/>
        </w:rPr>
        <w:t>0 Questions</w:t>
      </w:r>
      <w:r>
        <w:rPr>
          <w:b/>
          <w:sz w:val="36"/>
          <w:szCs w:val="36"/>
        </w:rPr>
        <w:t xml:space="preserve"> TOTAL (with answer key provided)</w:t>
      </w:r>
    </w:p>
    <w:p w:rsidR="000C10C5" w:rsidRPr="000C10C5" w:rsidRDefault="000C10C5">
      <w:pPr>
        <w:rPr>
          <w:sz w:val="36"/>
          <w:szCs w:val="36"/>
        </w:rPr>
      </w:pPr>
    </w:p>
    <w:sectPr w:rsidR="000C10C5" w:rsidRPr="000C10C5" w:rsidSect="00007E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7018"/>
    <w:multiLevelType w:val="hybridMultilevel"/>
    <w:tmpl w:val="12B2986E"/>
    <w:lvl w:ilvl="0" w:tplc="FD9048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79"/>
    <w:rsid w:val="00007E8F"/>
    <w:rsid w:val="000C10C5"/>
    <w:rsid w:val="00D34479"/>
    <w:rsid w:val="00F3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E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0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E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sych%20I\Create%20a%20quiz%20for%20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Create a quiz for 7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2</cp:revision>
  <cp:lastPrinted>2012-05-01T21:24:00Z</cp:lastPrinted>
  <dcterms:created xsi:type="dcterms:W3CDTF">2012-05-02T15:58:00Z</dcterms:created>
  <dcterms:modified xsi:type="dcterms:W3CDTF">2012-05-02T15:58:00Z</dcterms:modified>
</cp:coreProperties>
</file>